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40" w:rsidRDefault="00006040" w:rsidP="00170727">
      <w:r>
        <w:br w:type="page"/>
      </w:r>
      <w:r>
        <w:br w:type="page"/>
      </w:r>
      <w:r>
        <w:br w:type="page"/>
      </w:r>
      <w:r>
        <w:br w:type="page"/>
      </w:r>
      <w:r>
        <w:br w:type="page"/>
      </w:r>
      <w:r>
        <w:br w:type="page"/>
      </w:r>
      <w:r>
        <w:br w:type="page"/>
      </w:r>
      <w:r>
        <w:br w:type="page"/>
      </w:r>
      <w:r>
        <w:br w:type="page"/>
      </w:r>
    </w:p>
    <w:p w:rsidR="00006040" w:rsidRDefault="00006040" w:rsidP="00170727">
      <w:r>
        <w:br w:type="page"/>
      </w:r>
    </w:p>
    <w:p w:rsidR="00006040" w:rsidRPr="006A5740" w:rsidRDefault="00006040" w:rsidP="00170727">
      <w:r>
        <w:br w:type="page"/>
      </w:r>
    </w:p>
    <w:sectPr w:rsidR="00006040" w:rsidRPr="006A5740" w:rsidSect="0003266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709" w:right="851" w:bottom="1276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040" w:rsidRDefault="00006040" w:rsidP="0085029A">
      <w:r>
        <w:separator/>
      </w:r>
    </w:p>
  </w:endnote>
  <w:endnote w:type="continuationSeparator" w:id="1">
    <w:p w:rsidR="00006040" w:rsidRDefault="00006040" w:rsidP="00850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040" w:rsidRDefault="00006040">
    <w:pPr>
      <w:pStyle w:val="Footer"/>
      <w:jc w:val="right"/>
    </w:pPr>
  </w:p>
  <w:p w:rsidR="00006040" w:rsidRDefault="0000604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040" w:rsidRDefault="00006040" w:rsidP="00032665">
    <w:pPr>
      <w:pStyle w:val="Footer"/>
    </w:pPr>
  </w:p>
  <w:p w:rsidR="00006040" w:rsidRDefault="00006040" w:rsidP="00032665">
    <w:pPr>
      <w:pStyle w:val="Footer"/>
    </w:pPr>
  </w:p>
  <w:p w:rsidR="00006040" w:rsidRDefault="00006040" w:rsidP="00032665">
    <w:pPr>
      <w:pStyle w:val="Footer"/>
    </w:pPr>
  </w:p>
  <w:p w:rsidR="00006040" w:rsidRDefault="00006040" w:rsidP="00032665">
    <w:pPr>
      <w:pStyle w:val="Footer"/>
    </w:pPr>
  </w:p>
  <w:p w:rsidR="00006040" w:rsidRDefault="00006040" w:rsidP="00032665">
    <w:pPr>
      <w:pStyle w:val="Footer"/>
    </w:pPr>
  </w:p>
  <w:p w:rsidR="00006040" w:rsidRDefault="00006040" w:rsidP="00032665">
    <w:pPr>
      <w:pStyle w:val="Footer"/>
    </w:pPr>
  </w:p>
  <w:p w:rsidR="00006040" w:rsidRDefault="00006040" w:rsidP="00032665">
    <w:pPr>
      <w:pStyle w:val="Footer"/>
    </w:pPr>
  </w:p>
  <w:p w:rsidR="00006040" w:rsidRPr="00032665" w:rsidRDefault="00006040" w:rsidP="000326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040" w:rsidRDefault="00006040" w:rsidP="0085029A">
      <w:r>
        <w:separator/>
      </w:r>
    </w:p>
  </w:footnote>
  <w:footnote w:type="continuationSeparator" w:id="1">
    <w:p w:rsidR="00006040" w:rsidRDefault="00006040" w:rsidP="00850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040" w:rsidRDefault="00006040">
    <w:pPr>
      <w:pStyle w:val="Header"/>
    </w:pPr>
    <w:r>
      <w:rPr>
        <w:noProof/>
      </w:rPr>
      <w:pict>
        <v:group id="_x0000_s2049" style="position:absolute;margin-left:58.15pt;margin-top:14.25pt;width:524.4pt;height:813.55pt;z-index:251658240;mso-position-horizontal-relative:page;mso-position-vertical-relative:page" coordsize="20000,20000">
          <v:rect id="_x0000_s2050" style="position:absolute;width:20000;height:20000" filled="f" strokeweight="2pt"/>
          <v:line id="_x0000_s2051" style="position:absolute" from="1093,18949" to="1095,19989" strokeweight="2pt"/>
          <v:line id="_x0000_s2052" style="position:absolute" from="10,18941" to="19977,18942" strokeweight="2pt"/>
          <v:line id="_x0000_s2053" style="position:absolute" from="2186,18949" to="2188,19989" strokeweight="2pt"/>
          <v:line id="_x0000_s2054" style="position:absolute" from="4919,18949" to="4921,19989" strokeweight="2pt"/>
          <v:line id="_x0000_s2055" style="position:absolute" from="6557,18959" to="6559,19989" strokeweight="2pt"/>
          <v:line id="_x0000_s2056" style="position:absolute" from="7650,18949" to="7652,19979" strokeweight="2pt"/>
          <v:line id="_x0000_s2057" style="position:absolute" from="18905,18949" to="18909,19989" strokeweight="2pt"/>
          <v:line id="_x0000_s2058" style="position:absolute" from="10,19293" to="7631,19295" strokeweight="1pt"/>
          <v:line id="_x0000_s2059" style="position:absolute" from="10,19646" to="7631,19647" strokeweight="2pt"/>
          <v:line id="_x0000_s2060" style="position:absolute" from="18919,19296" to="19990,19297" strokeweight="1pt"/>
          <v:rect id="_x0000_s2061" style="position:absolute;left:54;top:19660;width:1000;height:309" filled="f" stroked="f" strokeweight=".25pt">
            <v:textbox style="mso-next-textbox:#_x0000_s2061" inset="1pt,1pt,1pt,1pt">
              <w:txbxContent>
                <w:p w:rsidR="00006040" w:rsidRPr="00AA7DE8" w:rsidRDefault="00006040" w:rsidP="0053536F">
                  <w:pPr>
                    <w:jc w:val="center"/>
                    <w:rPr>
                      <w:rFonts w:ascii="Arial" w:hAnsi="Arial" w:cs="Arial"/>
                      <w:i/>
                    </w:rPr>
                  </w:pPr>
                  <w:r w:rsidRPr="00AA7DE8">
                    <w:rPr>
                      <w:rFonts w:ascii="Arial" w:hAnsi="Arial" w:cs="Arial"/>
                      <w:i/>
                      <w:sz w:val="18"/>
                    </w:rPr>
                    <w:t>Изм.</w:t>
                  </w:r>
                </w:p>
              </w:txbxContent>
            </v:textbox>
          </v:rect>
          <v:rect id="_x0000_s2062" style="position:absolute;left:1139;top:19660;width:1001;height:309" filled="f" stroked="f" strokeweight=".25pt">
            <v:textbox style="mso-next-textbox:#_x0000_s2062" inset="1pt,1pt,1pt,1pt">
              <w:txbxContent>
                <w:p w:rsidR="00006040" w:rsidRPr="00AA7DE8" w:rsidRDefault="00006040" w:rsidP="0053536F">
                  <w:pPr>
                    <w:jc w:val="center"/>
                    <w:rPr>
                      <w:rFonts w:ascii="Arial" w:hAnsi="Arial" w:cs="Arial"/>
                      <w:i/>
                    </w:rPr>
                  </w:pPr>
                  <w:r w:rsidRPr="00AA7DE8">
                    <w:rPr>
                      <w:rFonts w:ascii="Arial" w:hAnsi="Arial" w:cs="Arial"/>
                      <w:i/>
                      <w:sz w:val="18"/>
                    </w:rPr>
                    <w:t>Лист</w:t>
                  </w:r>
                </w:p>
              </w:txbxContent>
            </v:textbox>
          </v:rect>
          <v:rect id="_x0000_s2063" style="position:absolute;left:2267;top:19660;width:2573;height:309" filled="f" stroked="f" strokeweight=".25pt">
            <v:textbox style="mso-next-textbox:#_x0000_s2063" inset="1pt,1pt,1pt,1pt">
              <w:txbxContent>
                <w:p w:rsidR="00006040" w:rsidRPr="00AA7DE8" w:rsidRDefault="00006040" w:rsidP="0053536F">
                  <w:pPr>
                    <w:jc w:val="center"/>
                    <w:rPr>
                      <w:rFonts w:ascii="Arial" w:hAnsi="Arial" w:cs="Arial"/>
                      <w:i/>
                    </w:rPr>
                  </w:pPr>
                  <w:r w:rsidRPr="00AA7DE8">
                    <w:rPr>
                      <w:rFonts w:ascii="Arial" w:hAnsi="Arial" w:cs="Arial"/>
                      <w:i/>
                      <w:sz w:val="18"/>
                    </w:rPr>
                    <w:t>№ докум.</w:t>
                  </w:r>
                </w:p>
              </w:txbxContent>
            </v:textbox>
          </v:rect>
          <v:rect id="_x0000_s2064" style="position:absolute;left:4983;top:19660;width:1534;height:309" filled="f" stroked="f" strokeweight=".25pt">
            <v:textbox style="mso-next-textbox:#_x0000_s2064" inset="1pt,1pt,1pt,1pt">
              <w:txbxContent>
                <w:p w:rsidR="00006040" w:rsidRPr="00AA7DE8" w:rsidRDefault="00006040" w:rsidP="0053536F">
                  <w:pPr>
                    <w:jc w:val="center"/>
                    <w:rPr>
                      <w:rFonts w:ascii="Arial" w:hAnsi="Arial" w:cs="Arial"/>
                      <w:i/>
                    </w:rPr>
                  </w:pPr>
                  <w:r w:rsidRPr="00AA7DE8">
                    <w:rPr>
                      <w:rFonts w:ascii="Arial" w:hAnsi="Arial" w:cs="Arial"/>
                      <w:i/>
                      <w:sz w:val="18"/>
                    </w:rPr>
                    <w:t>Подпись</w:t>
                  </w:r>
                </w:p>
              </w:txbxContent>
            </v:textbox>
          </v:rect>
          <v:rect id="_x0000_s2065" style="position:absolute;left:6604;top:19660;width:1000;height:309" filled="f" stroked="f" strokeweight=".25pt">
            <v:textbox style="mso-next-textbox:#_x0000_s2065" inset="1pt,1pt,1pt,1pt">
              <w:txbxContent>
                <w:p w:rsidR="00006040" w:rsidRPr="00AA7DE8" w:rsidRDefault="00006040" w:rsidP="0053536F">
                  <w:pPr>
                    <w:jc w:val="center"/>
                    <w:rPr>
                      <w:rFonts w:ascii="Arial" w:hAnsi="Arial" w:cs="Arial"/>
                      <w:i/>
                    </w:rPr>
                  </w:pPr>
                  <w:r w:rsidRPr="00AA7DE8">
                    <w:rPr>
                      <w:rFonts w:ascii="Arial" w:hAnsi="Arial" w:cs="Arial"/>
                      <w:i/>
                      <w:sz w:val="18"/>
                    </w:rPr>
                    <w:t>Дата</w:t>
                  </w:r>
                </w:p>
              </w:txbxContent>
            </v:textbox>
          </v:rect>
          <v:rect id="_x0000_s2066" style="position:absolute;left:18949;top:18977;width:1001;height:309" filled="f" stroked="f" strokeweight=".25pt">
            <v:textbox style="mso-next-textbox:#_x0000_s2066" inset="1pt,1pt,1pt,1pt">
              <w:txbxContent>
                <w:p w:rsidR="00006040" w:rsidRPr="00AA7DE8" w:rsidRDefault="00006040" w:rsidP="0053536F">
                  <w:pPr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AA7DE8">
                    <w:rPr>
                      <w:rFonts w:ascii="Arial" w:hAnsi="Arial" w:cs="Arial"/>
                      <w:i/>
                      <w:sz w:val="18"/>
                      <w:szCs w:val="18"/>
                    </w:rPr>
                    <w:t>Лист</w:t>
                  </w:r>
                </w:p>
              </w:txbxContent>
            </v:textbox>
          </v:rect>
          <v:rect id="_x0000_s2067" style="position:absolute;left:18949;top:19435;width:1001;height:423" filled="f" stroked="f" strokeweight=".25pt">
            <v:textbox style="mso-next-textbox:#_x0000_s2067" inset="1pt,1pt,1pt,1pt">
              <w:txbxContent>
                <w:p w:rsidR="00006040" w:rsidRPr="00AA7DE8" w:rsidRDefault="00006040" w:rsidP="001764E8">
                  <w:pPr>
                    <w:rPr>
                      <w:rFonts w:ascii="Arial" w:hAnsi="Arial" w:cs="Arial"/>
                      <w:i/>
                      <w:sz w:val="32"/>
                      <w:szCs w:val="32"/>
                    </w:rPr>
                  </w:pPr>
                  <w:r w:rsidRPr="00AA7DE8">
                    <w:rPr>
                      <w:rFonts w:ascii="Arial" w:hAnsi="Arial" w:cs="Arial"/>
                      <w:i/>
                      <w:sz w:val="32"/>
                      <w:szCs w:val="32"/>
                    </w:rPr>
                    <w:fldChar w:fldCharType="begin"/>
                  </w:r>
                  <w:r w:rsidRPr="00AA7DE8">
                    <w:rPr>
                      <w:rFonts w:ascii="Arial" w:hAnsi="Arial" w:cs="Arial"/>
                      <w:i/>
                      <w:sz w:val="32"/>
                      <w:szCs w:val="32"/>
                    </w:rPr>
                    <w:instrText>PAGE   \* MERGEFORMAT</w:instrText>
                  </w:r>
                  <w:r w:rsidRPr="00AA7DE8">
                    <w:rPr>
                      <w:rFonts w:ascii="Arial" w:hAnsi="Arial" w:cs="Arial"/>
                      <w:i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Arial" w:hAnsi="Arial" w:cs="Arial"/>
                      <w:i/>
                      <w:noProof/>
                      <w:sz w:val="32"/>
                      <w:szCs w:val="32"/>
                    </w:rPr>
                    <w:t>10</w:t>
                  </w:r>
                  <w:r w:rsidRPr="00AA7DE8">
                    <w:rPr>
                      <w:rFonts w:ascii="Arial" w:hAnsi="Arial" w:cs="Arial"/>
                      <w:i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rect>
          <v:rect id="_x0000_s2068" style="position:absolute;left:7745;top:19221;width:11075;height:477" filled="f" stroked="f" strokeweight=".25pt">
            <v:textbox style="mso-next-textbox:#_x0000_s2068" inset="1pt,1pt,1pt,1pt">
              <w:txbxContent>
                <w:p w:rsidR="00006040" w:rsidRPr="00AA7DE8" w:rsidRDefault="00006040" w:rsidP="00E7455D">
                  <w:pPr>
                    <w:spacing w:after="120"/>
                    <w:jc w:val="center"/>
                    <w:rPr>
                      <w:rFonts w:ascii="Arial" w:hAnsi="Arial" w:cs="Arial"/>
                      <w:i/>
                      <w:sz w:val="38"/>
                      <w:szCs w:val="38"/>
                    </w:rPr>
                  </w:pPr>
                  <w:r>
                    <w:rPr>
                      <w:rFonts w:ascii="Arial" w:hAnsi="Arial" w:cs="Arial"/>
                      <w:i/>
                      <w:sz w:val="38"/>
                      <w:szCs w:val="38"/>
                    </w:rPr>
                    <w:t>ВКРМ 2019.723М</w:t>
                  </w:r>
                  <w:r w:rsidRPr="00AA7DE8">
                    <w:rPr>
                      <w:rFonts w:ascii="Arial" w:hAnsi="Arial" w:cs="Arial"/>
                      <w:i/>
                      <w:sz w:val="38"/>
                      <w:szCs w:val="38"/>
                      <w:lang w:val="en-US"/>
                    </w:rPr>
                    <w:t>.</w:t>
                  </w:r>
                  <w:r>
                    <w:rPr>
                      <w:rFonts w:ascii="Arial" w:hAnsi="Arial" w:cs="Arial"/>
                      <w:i/>
                      <w:sz w:val="38"/>
                      <w:szCs w:val="38"/>
                    </w:rPr>
                    <w:t>02</w:t>
                  </w:r>
                </w:p>
                <w:p w:rsidR="00006040" w:rsidRPr="00E351C3" w:rsidRDefault="00006040" w:rsidP="0053536F">
                  <w:pPr>
                    <w:ind w:left="708"/>
                    <w:rPr>
                      <w:rFonts w:ascii="Calibri" w:hAnsi="Calibri"/>
                      <w:i/>
                      <w:sz w:val="32"/>
                      <w:szCs w:val="32"/>
                    </w:rPr>
                  </w:pPr>
                </w:p>
                <w:p w:rsidR="00006040" w:rsidRPr="00AB1AC7" w:rsidRDefault="00006040" w:rsidP="0053536F"/>
              </w:txbxContent>
            </v:textbox>
          </v:rect>
          <w10:wrap anchorx="page" anchory="page"/>
          <w10:anchorlock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040" w:rsidRDefault="00006040">
    <w:pPr>
      <w:pStyle w:val="Header"/>
    </w:pPr>
    <w:r>
      <w:rPr>
        <w:noProof/>
      </w:rPr>
      <w:pict>
        <v:group id="_x0000_s2069" style="position:absolute;margin-left:55.65pt;margin-top:12.6pt;width:524.4pt;height:813.55pt;z-index:251657216;mso-position-horizontal-relative:page;mso-position-vertical-relative:page" coordsize="20000,20000">
          <v:rect id="_x0000_s2070" style="position:absolute;width:20000;height:20000" filled="f" strokeweight="2pt"/>
          <v:line id="_x0000_s2071" style="position:absolute" from="993,17183" to="995,18221" strokeweight="2pt"/>
          <v:line id="_x0000_s2072" style="position:absolute" from="10,17173" to="19977,17174" strokeweight="2pt"/>
          <v:line id="_x0000_s2073" style="position:absolute" from="2186,17192" to="2188,19989" strokeweight="2pt"/>
          <v:line id="_x0000_s2074" style="position:absolute" from="4919,17192" to="4921,19989" strokeweight="2pt"/>
          <v:line id="_x0000_s2075" style="position:absolute" from="6557,17192" to="6559,19989" strokeweight="2pt"/>
          <v:line id="_x0000_s2076" style="position:absolute" from="7650,17183" to="7652,19979" strokeweight="2pt"/>
          <v:line id="_x0000_s2077" style="position:absolute" from="15848,18239" to="15852,18932" strokeweight="2pt"/>
          <v:line id="_x0000_s2078" style="position:absolute" from="10,19293" to="7631,19295" strokeweight="1pt"/>
          <v:line id="_x0000_s2079" style="position:absolute" from="10,19646" to="7631,19647" strokeweight="1pt"/>
          <v:rect id="_x0000_s2080" style="position:absolute;left:54;top:17912;width:883;height:309" filled="f" stroked="f" strokeweight=".25pt">
            <v:textbox style="mso-next-textbox:#_x0000_s2080" inset="1pt,1pt,1pt,1pt">
              <w:txbxContent>
                <w:p w:rsidR="00006040" w:rsidRDefault="00006040" w:rsidP="0053536F">
                  <w:pPr>
                    <w:pStyle w:val="a"/>
                    <w:jc w:val="center"/>
                    <w:rPr>
                      <w:sz w:val="18"/>
                    </w:rPr>
                  </w:pPr>
                  <w:r w:rsidRPr="00AA7DE8">
                    <w:rPr>
                      <w:rFonts w:ascii="Arial" w:hAnsi="Arial" w:cs="Arial"/>
                      <w:sz w:val="18"/>
                    </w:rPr>
                    <w:t>Изм</w:t>
                  </w:r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_x0000_s2081" style="position:absolute;left:1051;top:17912;width:1100;height:309" filled="f" stroked="f" strokeweight=".25pt">
            <v:textbox style="mso-next-textbox:#_x0000_s2081" inset="1pt,1pt,1pt,1pt">
              <w:txbxContent>
                <w:p w:rsidR="00006040" w:rsidRPr="00AA7DE8" w:rsidRDefault="00006040" w:rsidP="0053536F">
                  <w:pPr>
                    <w:pStyle w:val="a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AA7DE8">
                    <w:rPr>
                      <w:rFonts w:ascii="Arial" w:hAnsi="Arial" w:cs="Arial"/>
                      <w:sz w:val="18"/>
                    </w:rPr>
                    <w:t>Лист</w:t>
                  </w:r>
                </w:p>
              </w:txbxContent>
            </v:textbox>
          </v:rect>
          <v:rect id="_x0000_s2082" style="position:absolute;left:2267;top:17912;width:2573;height:309" filled="f" stroked="f" strokeweight=".25pt">
            <v:textbox style="mso-next-textbox:#_x0000_s2082" inset="1pt,1pt,1pt,1pt">
              <w:txbxContent>
                <w:p w:rsidR="00006040" w:rsidRPr="00AA7DE8" w:rsidRDefault="00006040" w:rsidP="0053536F">
                  <w:pPr>
                    <w:pStyle w:val="a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AA7DE8">
                    <w:rPr>
                      <w:rFonts w:ascii="Arial" w:hAnsi="Arial" w:cs="Arial"/>
                      <w:sz w:val="18"/>
                    </w:rPr>
                    <w:t>№ докум.</w:t>
                  </w:r>
                </w:p>
              </w:txbxContent>
            </v:textbox>
          </v:rect>
          <v:rect id="_x0000_s2083" style="position:absolute;left:4983;top:17912;width:1534;height:309" filled="f" stroked="f" strokeweight=".25pt">
            <v:textbox style="mso-next-textbox:#_x0000_s2083" inset="1pt,1pt,1pt,1pt">
              <w:txbxContent>
                <w:p w:rsidR="00006040" w:rsidRPr="00AA7DE8" w:rsidRDefault="00006040" w:rsidP="0053536F">
                  <w:pPr>
                    <w:pStyle w:val="a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AA7DE8">
                    <w:rPr>
                      <w:rFonts w:ascii="Arial" w:hAnsi="Arial" w:cs="Arial"/>
                      <w:sz w:val="18"/>
                    </w:rPr>
                    <w:t>Подпись</w:t>
                  </w:r>
                </w:p>
              </w:txbxContent>
            </v:textbox>
          </v:rect>
          <v:rect id="_x0000_s2084" style="position:absolute;left:6604;top:17912;width:1000;height:309" filled="f" stroked="f" strokeweight=".25pt">
            <v:textbox style="mso-next-textbox:#_x0000_s2084" inset="1pt,1pt,1pt,1pt">
              <w:txbxContent>
                <w:p w:rsidR="00006040" w:rsidRPr="00AA7DE8" w:rsidRDefault="00006040" w:rsidP="0053536F">
                  <w:pPr>
                    <w:pStyle w:val="a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AA7DE8">
                    <w:rPr>
                      <w:rFonts w:ascii="Arial" w:hAnsi="Arial" w:cs="Arial"/>
                      <w:sz w:val="18"/>
                    </w:rPr>
                    <w:t>Дата</w:t>
                  </w:r>
                </w:p>
              </w:txbxContent>
            </v:textbox>
          </v:rect>
          <v:rect id="_x0000_s2085" style="position:absolute;left:15929;top:18258;width:1475;height:309" filled="f" stroked="f" strokeweight=".25pt">
            <v:textbox style="mso-next-textbox:#_x0000_s2085" inset="1pt,1pt,1pt,1pt">
              <w:txbxContent>
                <w:p w:rsidR="00006040" w:rsidRPr="00AA7DE8" w:rsidRDefault="00006040" w:rsidP="0053536F">
                  <w:pPr>
                    <w:pStyle w:val="a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AA7DE8">
                    <w:rPr>
                      <w:rFonts w:ascii="Arial" w:hAnsi="Arial" w:cs="Arial"/>
                      <w:sz w:val="18"/>
                    </w:rPr>
                    <w:t>Лист</w:t>
                  </w:r>
                </w:p>
              </w:txbxContent>
            </v:textbox>
          </v:rect>
          <v:rect id="_x0000_s2086" style="position:absolute;left:15929;top:18623;width:1475;height:310" filled="f" stroked="f" strokeweight=".25pt">
            <v:textbox style="mso-next-textbox:#_x0000_s2086" inset="1pt,1pt,1pt,1pt">
              <w:txbxContent>
                <w:p w:rsidR="00006040" w:rsidRPr="00AA7DE8" w:rsidRDefault="00006040" w:rsidP="0053536F">
                  <w:pPr>
                    <w:pStyle w:val="a"/>
                    <w:jc w:val="center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AA7DE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1</w:t>
                  </w:r>
                </w:p>
              </w:txbxContent>
            </v:textbox>
          </v:rect>
          <v:rect id="_x0000_s2087" style="position:absolute;left:7760;top:17481;width:12159;height:628" filled="f" stroked="f" strokeweight=".25pt">
            <v:textbox style="mso-next-textbox:#_x0000_s2087" inset="1pt,1pt,1pt,1pt">
              <w:txbxContent>
                <w:p w:rsidR="00006040" w:rsidRPr="00AA7DE8" w:rsidRDefault="00006040" w:rsidP="004C0D17">
                  <w:pPr>
                    <w:ind w:left="708"/>
                    <w:jc w:val="center"/>
                    <w:rPr>
                      <w:rFonts w:ascii="Arial" w:hAnsi="Arial" w:cs="Arial"/>
                      <w:i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36"/>
                      <w:szCs w:val="36"/>
                    </w:rPr>
                    <w:t>ВКРМ 2019</w:t>
                  </w:r>
                  <w:r w:rsidRPr="00AA7DE8">
                    <w:rPr>
                      <w:rFonts w:ascii="Arial" w:hAnsi="Arial" w:cs="Arial"/>
                      <w:i/>
                      <w:sz w:val="36"/>
                      <w:szCs w:val="36"/>
                      <w:lang w:val="en-US"/>
                    </w:rPr>
                    <w:t>.</w:t>
                  </w:r>
                  <w:r>
                    <w:rPr>
                      <w:rFonts w:ascii="Arial" w:hAnsi="Arial" w:cs="Arial"/>
                      <w:i/>
                      <w:sz w:val="36"/>
                      <w:szCs w:val="36"/>
                    </w:rPr>
                    <w:t>723М.02</w:t>
                  </w:r>
                </w:p>
                <w:p w:rsidR="00006040" w:rsidRPr="00DA5EA6" w:rsidRDefault="00006040" w:rsidP="0053536F"/>
              </w:txbxContent>
            </v:textbox>
          </v:rect>
          <v:line id="_x0000_s2088" style="position:absolute" from="12,18233" to="19979,18234" strokeweight="2pt"/>
          <v:line id="_x0000_s2089" style="position:absolute" from="25,17881" to="7646,17882" strokeweight="2pt"/>
          <v:line id="_x0000_s2090" style="position:absolute" from="10,17526" to="7631,17527" strokeweight="1pt"/>
          <v:line id="_x0000_s2091" style="position:absolute" from="10,18938" to="7631,18939" strokeweight="1pt"/>
          <v:line id="_x0000_s2092" style="position:absolute" from="10,18583" to="7631,18584" strokeweight="1pt"/>
          <v:group id="_x0000_s2093" style="position:absolute;left:39;top:18267;width:4801;height:310" coordsize="19999,20000">
            <v:rect id="_x0000_s2094" style="position:absolute;width:8856;height:20000" filled="f" stroked="f" strokeweight=".25pt">
              <v:textbox style="mso-next-textbox:#_x0000_s2094" inset="1pt,1pt,1pt,1pt">
                <w:txbxContent>
                  <w:p w:rsidR="00006040" w:rsidRDefault="00006040" w:rsidP="0053536F">
                    <w:pPr>
                      <w:pStyle w:val="a"/>
                      <w:rPr>
                        <w:sz w:val="18"/>
                      </w:rPr>
                    </w:pPr>
                    <w:r w:rsidRPr="00AA7DE8">
                      <w:rPr>
                        <w:rFonts w:ascii="Arial" w:hAnsi="Arial" w:cs="Arial"/>
                        <w:sz w:val="18"/>
                        <w:lang w:val="ru-RU"/>
                      </w:rPr>
                      <w:t>Разраб</w:t>
                    </w:r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095" style="position:absolute;left:9281;width:10718;height:20000" filled="f" stroked="f" strokeweight=".25pt">
              <v:textbox style="mso-next-textbox:#_x0000_s2095" inset="1pt,1pt,1pt,1pt">
                <w:txbxContent>
                  <w:p w:rsidR="00006040" w:rsidRPr="00AA7DE8" w:rsidRDefault="00006040" w:rsidP="00F93F99">
                    <w:pP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Алмазов Г.В.</w:t>
                    </w:r>
                  </w:p>
                </w:txbxContent>
              </v:textbox>
            </v:rect>
          </v:group>
          <v:group id="_x0000_s2096" style="position:absolute;left:39;top:18614;width:4801;height:309" coordsize="19999,20000">
            <v:rect id="_x0000_s2097" style="position:absolute;width:8856;height:20000" filled="f" stroked="f" strokeweight=".25pt">
              <v:textbox style="mso-next-textbox:#_x0000_s2097" inset="1pt,1pt,1pt,1pt">
                <w:txbxContent>
                  <w:p w:rsidR="00006040" w:rsidRPr="00AA7DE8" w:rsidRDefault="00006040" w:rsidP="0053536F">
                    <w:pPr>
                      <w:pStyle w:val="a"/>
                      <w:rPr>
                        <w:rFonts w:ascii="Arial" w:hAnsi="Arial" w:cs="Arial"/>
                        <w:sz w:val="18"/>
                      </w:rPr>
                    </w:pPr>
                    <w:r w:rsidRPr="00AA7DE8">
                      <w:rPr>
                        <w:rFonts w:ascii="Arial" w:hAnsi="Arial" w:cs="Arial"/>
                        <w:sz w:val="18"/>
                      </w:rPr>
                      <w:t>Провер.</w:t>
                    </w:r>
                  </w:p>
                </w:txbxContent>
              </v:textbox>
            </v:rect>
            <v:rect id="_x0000_s2098" style="position:absolute;left:9281;width:10718;height:20000" filled="f" stroked="f" strokeweight=".25pt">
              <v:textbox style="mso-next-textbox:#_x0000_s2098" inset="1pt,1pt,1pt,1pt">
                <w:txbxContent>
                  <w:p w:rsidR="00006040" w:rsidRPr="00AA7DE8" w:rsidRDefault="00006040" w:rsidP="0053536F">
                    <w:pPr>
                      <w:pStyle w:val="a"/>
                      <w:rPr>
                        <w:rFonts w:ascii="Arial" w:hAnsi="Arial" w:cs="Arial"/>
                        <w:sz w:val="18"/>
                        <w:szCs w:val="18"/>
                        <w:lang w:val="ru-RU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  <w:lang w:val="ru-RU"/>
                      </w:rPr>
                      <w:t>Дягилев А.А.</w:t>
                    </w:r>
                  </w:p>
                </w:txbxContent>
              </v:textbox>
            </v:rect>
          </v:group>
          <v:group id="_x0000_s2099" style="position:absolute;left:39;top:18969;width:4801;height:309" coordsize="19999,20000">
            <v:rect id="_x0000_s2100" style="position:absolute;width:8856;height:20000" filled="f" stroked="f" strokeweight=".25pt">
              <v:textbox style="mso-next-textbox:#_x0000_s2100" inset="1pt,1pt,1pt,1pt">
                <w:txbxContent>
                  <w:p w:rsidR="00006040" w:rsidRPr="009E5A54" w:rsidRDefault="00006040" w:rsidP="0053536F">
                    <w:pPr>
                      <w:pStyle w:val="a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2101" style="position:absolute;left:9281;width:10718;height:20000" filled="f" stroked="f" strokeweight=".25pt">
              <v:textbox style="mso-next-textbox:#_x0000_s2101" inset="1pt,1pt,1pt,1pt">
                <w:txbxContent>
                  <w:p w:rsidR="00006040" w:rsidRPr="009E5A54" w:rsidRDefault="00006040" w:rsidP="0053536F"/>
                </w:txbxContent>
              </v:textbox>
            </v:rect>
          </v:group>
          <v:group id="_x0000_s2102" style="position:absolute;left:39;top:19314;width:4801;height:310" coordsize="19999,20000">
            <v:rect id="_x0000_s2103" style="position:absolute;width:8856;height:20000" filled="f" stroked="f" strokeweight=".25pt">
              <v:textbox style="mso-next-textbox:#_x0000_s2103" inset="1pt,1pt,1pt,1pt">
                <w:txbxContent>
                  <w:p w:rsidR="00006040" w:rsidRPr="00AA7DE8" w:rsidRDefault="00006040" w:rsidP="00AA7DE8"/>
                </w:txbxContent>
              </v:textbox>
            </v:rect>
            <v:rect id="_x0000_s2104" style="position:absolute;left:9281;width:10718;height:20000" filled="f" stroked="f" strokeweight=".25pt">
              <v:textbox style="mso-next-textbox:#_x0000_s2104" inset="1pt,1pt,1pt,1pt">
                <w:txbxContent>
                  <w:p w:rsidR="00006040" w:rsidRDefault="00006040" w:rsidP="0053536F">
                    <w:pPr>
                      <w:pStyle w:val="a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</v:group>
          <v:group id="_x0000_s2105" style="position:absolute;left:39;top:19660;width:4801;height:309" coordsize="19999,20000">
            <v:rect id="_x0000_s2106" style="position:absolute;width:8856;height:20000" filled="f" stroked="f" strokeweight=".25pt">
              <v:textbox style="mso-next-textbox:#_x0000_s2106" inset="1pt,1pt,1pt,1pt">
                <w:txbxContent>
                  <w:p w:rsidR="00006040" w:rsidRPr="00AA7DE8" w:rsidRDefault="00006040" w:rsidP="00AA7DE8"/>
                </w:txbxContent>
              </v:textbox>
            </v:rect>
            <v:rect id="_x0000_s2107" style="position:absolute;left:9281;width:10718;height:20000" filled="f" stroked="f" strokeweight=".25pt">
              <v:textbox style="mso-next-textbox:#_x0000_s2107" inset="1pt,1pt,1pt,1pt">
                <w:txbxContent>
                  <w:p w:rsidR="00006040" w:rsidRDefault="00006040" w:rsidP="0053536F">
                    <w:pPr>
                      <w:pStyle w:val="a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</v:group>
          <v:line id="_x0000_s2108" style="position:absolute" from="14208,18239" to="14210,19979" strokeweight="2pt"/>
          <v:rect id="_x0000_s2109" style="position:absolute;left:7787;top:18314;width:6292;height:1609" filled="f" stroked="f" strokeweight=".25pt">
            <v:textbox style="mso-next-textbox:#_x0000_s2109" inset="1pt,1pt,1pt,1pt">
              <w:txbxContent>
                <w:p w:rsidR="00006040" w:rsidRDefault="00006040" w:rsidP="0053536F"/>
                <w:p w:rsidR="00006040" w:rsidRPr="00AA7DE8" w:rsidRDefault="00006040" w:rsidP="0053536F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AA7DE8">
                    <w:rPr>
                      <w:rFonts w:ascii="Arial" w:hAnsi="Arial" w:cs="Arial"/>
                      <w:sz w:val="36"/>
                      <w:szCs w:val="36"/>
                    </w:rPr>
                    <w:t>Презентация к ВКР</w:t>
                  </w:r>
                </w:p>
              </w:txbxContent>
            </v:textbox>
          </v:rect>
          <v:line id="_x0000_s2110" style="position:absolute" from="14221,18587" to="19990,18588" strokeweight="2pt"/>
          <v:line id="_x0000_s2111" style="position:absolute" from="14219,18939" to="19988,18941" strokeweight="2pt"/>
          <v:line id="_x0000_s2112" style="position:absolute" from="17487,18239" to="17490,18932" strokeweight="2pt"/>
          <v:rect id="_x0000_s2113" style="position:absolute;left:14295;top:18258;width:1474;height:309" filled="f" stroked="f" strokeweight=".25pt">
            <v:textbox style="mso-next-textbox:#_x0000_s2113" inset="1pt,1pt,1pt,1pt">
              <w:txbxContent>
                <w:p w:rsidR="00006040" w:rsidRPr="00AA7DE8" w:rsidRDefault="00006040" w:rsidP="0053536F">
                  <w:pPr>
                    <w:pStyle w:val="a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AA7DE8">
                    <w:rPr>
                      <w:rFonts w:ascii="Arial" w:hAnsi="Arial" w:cs="Arial"/>
                      <w:sz w:val="18"/>
                    </w:rPr>
                    <w:t>Лит.</w:t>
                  </w:r>
                </w:p>
              </w:txbxContent>
            </v:textbox>
          </v:rect>
          <v:rect id="_x0000_s2114" style="position:absolute;left:17577;top:18258;width:2327;height:309" filled="f" stroked="f" strokeweight=".25pt">
            <v:textbox style="mso-next-textbox:#_x0000_s2114" inset="1pt,1pt,1pt,1pt">
              <w:txbxContent>
                <w:p w:rsidR="00006040" w:rsidRPr="00AA7DE8" w:rsidRDefault="00006040" w:rsidP="0053536F">
                  <w:pPr>
                    <w:pStyle w:val="a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AA7DE8">
                    <w:rPr>
                      <w:rFonts w:ascii="Arial" w:hAnsi="Arial" w:cs="Arial"/>
                      <w:sz w:val="18"/>
                    </w:rPr>
                    <w:t>Листов</w:t>
                  </w:r>
                </w:p>
              </w:txbxContent>
            </v:textbox>
          </v:rect>
          <v:rect id="_x0000_s2115" style="position:absolute;left:17591;top:18613;width:2326;height:309" filled="f" stroked="f" strokeweight=".25pt">
            <v:textbox style="mso-next-textbox:#_x0000_s2115" inset="1pt,1pt,1pt,1pt">
              <w:txbxContent>
                <w:p w:rsidR="00006040" w:rsidRPr="00AA7DE8" w:rsidRDefault="00006040" w:rsidP="0053536F">
                  <w:pPr>
                    <w:pStyle w:val="a"/>
                    <w:jc w:val="center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1</w:t>
                  </w:r>
                  <w:r w:rsidRPr="00AA7DE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2</w:t>
                  </w:r>
                </w:p>
                <w:p w:rsidR="00006040" w:rsidRPr="00AD69C7" w:rsidRDefault="00006040" w:rsidP="0053536F">
                  <w:pPr>
                    <w:jc w:val="center"/>
                  </w:pPr>
                </w:p>
              </w:txbxContent>
            </v:textbox>
          </v:rect>
          <v:line id="_x0000_s2116" style="position:absolute" from="14755,18594" to="14757,18932" strokeweight="1pt"/>
          <v:line id="_x0000_s2117" style="position:absolute" from="15301,18595" to="15303,18933" strokeweight="1pt"/>
          <v:rect id="_x0000_s2118" style="position:absolute;left:14294;top:19221;width:5611;height:558" filled="f" stroked="f" strokeweight=".25pt">
            <v:textbox style="mso-next-textbox:#_x0000_s2118" inset="1pt,1pt,1pt,1pt">
              <w:txbxContent>
                <w:p w:rsidR="00006040" w:rsidRPr="00AA7DE8" w:rsidRDefault="00006040" w:rsidP="0053536F">
                  <w:pPr>
                    <w:jc w:val="center"/>
                    <w:rPr>
                      <w:rFonts w:ascii="Arial" w:hAnsi="Arial" w:cs="Arial"/>
                      <w:i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i/>
                      <w:sz w:val="36"/>
                      <w:szCs w:val="36"/>
                    </w:rPr>
                    <w:t>РГРТУ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963"/>
    <w:multiLevelType w:val="hybridMultilevel"/>
    <w:tmpl w:val="1060A744"/>
    <w:lvl w:ilvl="0" w:tplc="32542244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">
    <w:nsid w:val="23547C3C"/>
    <w:multiLevelType w:val="multilevel"/>
    <w:tmpl w:val="9ADEBB68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272A2714"/>
    <w:multiLevelType w:val="hybridMultilevel"/>
    <w:tmpl w:val="6800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70D46"/>
    <w:multiLevelType w:val="hybridMultilevel"/>
    <w:tmpl w:val="0888CC5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6C8213E"/>
    <w:multiLevelType w:val="hybridMultilevel"/>
    <w:tmpl w:val="021403E4"/>
    <w:lvl w:ilvl="0" w:tplc="FFFFFFF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4C674B2D"/>
    <w:multiLevelType w:val="multilevel"/>
    <w:tmpl w:val="60341070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5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0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320" w:hanging="2160"/>
      </w:pPr>
      <w:rPr>
        <w:rFonts w:cs="Times New Roman" w:hint="default"/>
      </w:rPr>
    </w:lvl>
  </w:abstractNum>
  <w:abstractNum w:abstractNumId="6">
    <w:nsid w:val="4EDE67E9"/>
    <w:multiLevelType w:val="multilevel"/>
    <w:tmpl w:val="81DE89DC"/>
    <w:lvl w:ilvl="0">
      <w:start w:val="3"/>
      <w:numFmt w:val="decimal"/>
      <w:lvlText w:val="%1"/>
      <w:lvlJc w:val="left"/>
      <w:pPr>
        <w:ind w:left="7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50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3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2160"/>
      </w:pPr>
      <w:rPr>
        <w:rFonts w:cs="Times New Roman" w:hint="default"/>
      </w:rPr>
    </w:lvl>
  </w:abstractNum>
  <w:abstractNum w:abstractNumId="7">
    <w:nsid w:val="5F7E2243"/>
    <w:multiLevelType w:val="hybridMultilevel"/>
    <w:tmpl w:val="5CC8CA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94F46AC"/>
    <w:multiLevelType w:val="hybridMultilevel"/>
    <w:tmpl w:val="8250BC90"/>
    <w:lvl w:ilvl="0" w:tplc="B25863A8">
      <w:start w:val="5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9">
    <w:nsid w:val="7BBE7166"/>
    <w:multiLevelType w:val="hybridMultilevel"/>
    <w:tmpl w:val="5F5013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2119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69"/>
    <w:rsid w:val="00006040"/>
    <w:rsid w:val="00032665"/>
    <w:rsid w:val="00083791"/>
    <w:rsid w:val="000843CB"/>
    <w:rsid w:val="001341DE"/>
    <w:rsid w:val="00170727"/>
    <w:rsid w:val="001720BC"/>
    <w:rsid w:val="00172F7D"/>
    <w:rsid w:val="001764E8"/>
    <w:rsid w:val="00181A7B"/>
    <w:rsid w:val="001A4288"/>
    <w:rsid w:val="001E1419"/>
    <w:rsid w:val="001E580D"/>
    <w:rsid w:val="001F0FB7"/>
    <w:rsid w:val="00225F9C"/>
    <w:rsid w:val="002347F4"/>
    <w:rsid w:val="00234B38"/>
    <w:rsid w:val="002418CA"/>
    <w:rsid w:val="002728FE"/>
    <w:rsid w:val="00284292"/>
    <w:rsid w:val="002A370A"/>
    <w:rsid w:val="002B732A"/>
    <w:rsid w:val="002D3C6C"/>
    <w:rsid w:val="00314EED"/>
    <w:rsid w:val="00351981"/>
    <w:rsid w:val="003B683F"/>
    <w:rsid w:val="003E5848"/>
    <w:rsid w:val="00421D43"/>
    <w:rsid w:val="00437E03"/>
    <w:rsid w:val="00454081"/>
    <w:rsid w:val="004C0D17"/>
    <w:rsid w:val="0053536F"/>
    <w:rsid w:val="00537B56"/>
    <w:rsid w:val="005D1628"/>
    <w:rsid w:val="005F4232"/>
    <w:rsid w:val="006771B2"/>
    <w:rsid w:val="006A5740"/>
    <w:rsid w:val="007A285D"/>
    <w:rsid w:val="0085029A"/>
    <w:rsid w:val="00871140"/>
    <w:rsid w:val="008C5E49"/>
    <w:rsid w:val="008D29BC"/>
    <w:rsid w:val="008D4F86"/>
    <w:rsid w:val="009340C7"/>
    <w:rsid w:val="00961810"/>
    <w:rsid w:val="009B4691"/>
    <w:rsid w:val="009E5A54"/>
    <w:rsid w:val="009F6A6C"/>
    <w:rsid w:val="00A656AA"/>
    <w:rsid w:val="00AA7DE8"/>
    <w:rsid w:val="00AB1AC7"/>
    <w:rsid w:val="00AB75BA"/>
    <w:rsid w:val="00AC157F"/>
    <w:rsid w:val="00AD69C7"/>
    <w:rsid w:val="00B4370C"/>
    <w:rsid w:val="00B664FD"/>
    <w:rsid w:val="00BA16DC"/>
    <w:rsid w:val="00BB3169"/>
    <w:rsid w:val="00BE7A7F"/>
    <w:rsid w:val="00C57029"/>
    <w:rsid w:val="00CF3F44"/>
    <w:rsid w:val="00DA1EAE"/>
    <w:rsid w:val="00DA5EA6"/>
    <w:rsid w:val="00E21344"/>
    <w:rsid w:val="00E26148"/>
    <w:rsid w:val="00E351C3"/>
    <w:rsid w:val="00E54BE0"/>
    <w:rsid w:val="00E7061D"/>
    <w:rsid w:val="00E7455D"/>
    <w:rsid w:val="00EB0ADD"/>
    <w:rsid w:val="00F404E2"/>
    <w:rsid w:val="00F93F99"/>
    <w:rsid w:val="00F943D3"/>
    <w:rsid w:val="00FE3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16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31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B316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BB316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16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B316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B316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Чертежный"/>
    <w:uiPriority w:val="99"/>
    <w:rsid w:val="00BB3169"/>
    <w:pPr>
      <w:jc w:val="both"/>
    </w:pPr>
    <w:rPr>
      <w:rFonts w:ascii="ISOCPEUR" w:eastAsia="Times New Roman" w:hAnsi="ISOCPEUR"/>
      <w:i/>
      <w:sz w:val="28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3E58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5848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53536F"/>
    <w:rPr>
      <w:lang w:eastAsia="en-US"/>
    </w:rPr>
  </w:style>
  <w:style w:type="paragraph" w:styleId="ListParagraph">
    <w:name w:val="List Paragraph"/>
    <w:basedOn w:val="Normal"/>
    <w:uiPriority w:val="99"/>
    <w:qFormat/>
    <w:rsid w:val="0053536F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rsid w:val="0053536F"/>
    <w:pPr>
      <w:ind w:left="80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3536F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50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12</Pages>
  <Words>2</Words>
  <Characters>12</Characters>
  <Application>Microsoft Office Outlook</Application>
  <DocSecurity>0</DocSecurity>
  <Lines>0</Lines>
  <Paragraphs>0</Paragraphs>
  <ScaleCrop>false</ScaleCrop>
  <Company>BEST_XP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Рамка чертежная А4</dc:title>
  <dc:subject/>
  <dc:creator>Chertezh.by</dc:creator>
  <cp:keywords>Рамка А4</cp:keywords>
  <dc:description/>
  <cp:lastModifiedBy>ASUS</cp:lastModifiedBy>
  <cp:revision>2</cp:revision>
  <cp:lastPrinted>2010-01-16T17:27:00Z</cp:lastPrinted>
  <dcterms:created xsi:type="dcterms:W3CDTF">2019-06-20T03:28:00Z</dcterms:created>
  <dcterms:modified xsi:type="dcterms:W3CDTF">2019-06-20T03:28:00Z</dcterms:modified>
  <cp:category>Шаблоны</cp:category>
</cp:coreProperties>
</file>